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59EAE46" wp14:editId="259EAE47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80B41" w:rsidRDefault="00766A73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:rsidR="00766A73" w:rsidRDefault="00766A73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Stavební správa východ</w:t>
                                  </w:r>
                                </w:p>
                                <w:p w:rsidR="00766A73" w:rsidRDefault="00766A73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Nerudova 1</w:t>
                                  </w:r>
                                </w:p>
                                <w:p w:rsidR="00766A73" w:rsidRPr="00872202" w:rsidRDefault="00766A73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779 01 Olomouc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9EAE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680B41" w:rsidRDefault="00766A73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:rsidR="00766A73" w:rsidRDefault="00766A73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Stavební správa východ</w:t>
                            </w:r>
                          </w:p>
                          <w:p w:rsidR="00766A73" w:rsidRDefault="00766A73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Nerudova 1</w:t>
                            </w:r>
                          </w:p>
                          <w:p w:rsidR="00766A73" w:rsidRPr="00872202" w:rsidRDefault="00766A73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779 01 Olomouc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766A73" w:rsidP="0077673A">
            <w:r w:rsidRPr="00766A73">
              <w:t>592/2020-SŽ-CDP PHA-TECH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141538" w:rsidP="0077673A">
            <w:r>
              <w:t>1/0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141538" w:rsidP="0077673A">
            <w:r>
              <w:t>Petr Smejkal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141538" w:rsidP="009A7568">
            <w:r>
              <w:t>+420 972 228 930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141538" w:rsidP="009A7568">
            <w:r>
              <w:t>+420 725 573 060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141538" w:rsidP="009A7568">
            <w:r>
              <w:t>SmejkalP@szdc.cz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3202D3">
              <w:rPr>
                <w:noProof/>
              </w:rPr>
              <w:t>4. srpna 2020</w:t>
            </w:r>
            <w:r>
              <w:fldChar w:fldCharType="end"/>
            </w:r>
            <w:r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B26FD6" w:rsidRPr="00B26FD6" w:rsidRDefault="00CF445C" w:rsidP="00B26FD6">
      <w:pPr>
        <w:pStyle w:val="Pedmtdopisu"/>
        <w:spacing w:after="0"/>
      </w:pPr>
      <w:r>
        <w:t>Vyjádření CDP Praha k</w:t>
      </w:r>
      <w:r w:rsidR="00D92833">
        <w:t> </w:t>
      </w:r>
      <w:r>
        <w:t>dokumentaci</w:t>
      </w:r>
      <w:r w:rsidR="00D92833">
        <w:t xml:space="preserve"> stavby </w:t>
      </w:r>
      <w:r w:rsidR="00B26FD6">
        <w:t>„</w:t>
      </w:r>
      <w:r w:rsidR="00B26FD6" w:rsidRPr="00B26FD6">
        <w:t>Náhrada přejezdu P 4910 v km 323,116</w:t>
      </w:r>
    </w:p>
    <w:p w:rsidR="00680B41" w:rsidRDefault="00B26FD6" w:rsidP="00B26FD6">
      <w:pPr>
        <w:pStyle w:val="Pedmtdopisu"/>
        <w:spacing w:after="0"/>
      </w:pPr>
      <w:r w:rsidRPr="00B26FD6">
        <w:t>trati Česká Třebová – Praha</w:t>
      </w:r>
      <w:r>
        <w:t>“</w:t>
      </w:r>
    </w:p>
    <w:p w:rsidR="00B26FD6" w:rsidRPr="00B26FD6" w:rsidRDefault="00B26FD6" w:rsidP="00B26FD6">
      <w:pPr>
        <w:pStyle w:val="Oslovenvdopisu"/>
      </w:pPr>
    </w:p>
    <w:p w:rsidR="00B45E9E" w:rsidRDefault="00F15FB5" w:rsidP="00B26FD6">
      <w:pPr>
        <w:rPr>
          <w:rFonts w:ascii="Verdana" w:eastAsia="Verdana" w:hAnsi="Verdana" w:cs="Times New Roman"/>
          <w:noProof/>
        </w:rPr>
      </w:pPr>
      <w:r w:rsidRPr="00F15FB5">
        <w:rPr>
          <w:rFonts w:ascii="Verdana" w:eastAsia="Verdana" w:hAnsi="Verdana" w:cs="Times New Roman"/>
          <w:noProof/>
        </w:rPr>
        <w:t>Zasílám vyjádření CDP Praha k předložené dokumentaci předmětné stavby.</w:t>
      </w:r>
    </w:p>
    <w:p w:rsidR="007A4714" w:rsidRDefault="0061460C" w:rsidP="00D766AD">
      <w:pPr>
        <w:pStyle w:val="Odstavecseseznamem"/>
        <w:numPr>
          <w:ilvl w:val="0"/>
          <w:numId w:val="46"/>
        </w:numPr>
        <w:ind w:left="714" w:hanging="357"/>
        <w:rPr>
          <w:noProof/>
        </w:rPr>
      </w:pPr>
      <w:r>
        <w:rPr>
          <w:noProof/>
        </w:rPr>
        <w:t xml:space="preserve">V dokumentaci </w:t>
      </w:r>
      <w:r w:rsidR="005A7030">
        <w:rPr>
          <w:noProof/>
        </w:rPr>
        <w:t xml:space="preserve">je </w:t>
      </w:r>
      <w:r>
        <w:rPr>
          <w:noProof/>
        </w:rPr>
        <w:t>u</w:t>
      </w:r>
      <w:r w:rsidR="005A7030">
        <w:rPr>
          <w:noProof/>
        </w:rPr>
        <w:t>vedena nutná úprava a přezkoušení software v ŽST Řečany nad Labem, na PPV Pardubice, C</w:t>
      </w:r>
      <w:r w:rsidR="006D4097">
        <w:rPr>
          <w:noProof/>
        </w:rPr>
        <w:t xml:space="preserve">DP Praha (dispečerský sál 4A), </w:t>
      </w:r>
      <w:r w:rsidR="005A7030">
        <w:rPr>
          <w:noProof/>
        </w:rPr>
        <w:t>příslušné RBC</w:t>
      </w:r>
      <w:r w:rsidR="006D4097">
        <w:rPr>
          <w:noProof/>
        </w:rPr>
        <w:t xml:space="preserve"> a diagnostického serveru</w:t>
      </w:r>
      <w:r w:rsidR="005A7030">
        <w:rPr>
          <w:noProof/>
        </w:rPr>
        <w:t xml:space="preserve">. Požadujeme doplnit </w:t>
      </w:r>
      <w:r w:rsidR="00A53154">
        <w:rPr>
          <w:noProof/>
        </w:rPr>
        <w:t>stejný rozsah úprav</w:t>
      </w:r>
      <w:r w:rsidR="00B147C5">
        <w:rPr>
          <w:noProof/>
        </w:rPr>
        <w:t xml:space="preserve"> i n</w:t>
      </w:r>
      <w:r w:rsidR="00A02743">
        <w:rPr>
          <w:noProof/>
        </w:rPr>
        <w:t>a cvičném sále CDP Praha (v částech</w:t>
      </w:r>
      <w:r w:rsidR="00B147C5">
        <w:rPr>
          <w:noProof/>
        </w:rPr>
        <w:t xml:space="preserve"> A.Průvodní zpráva, B.Souhrnná technická zpráva, D.1.1 PS01 Technická zpráva).</w:t>
      </w:r>
    </w:p>
    <w:p w:rsidR="007A4714" w:rsidRDefault="007A4714" w:rsidP="004A7C69">
      <w:pPr>
        <w:rPr>
          <w:noProof/>
        </w:rPr>
      </w:pPr>
    </w:p>
    <w:p w:rsidR="007A4714" w:rsidRDefault="007A4714" w:rsidP="004A7C69">
      <w:pPr>
        <w:rPr>
          <w:noProof/>
        </w:rPr>
      </w:pPr>
    </w:p>
    <w:p w:rsidR="00B45E9E" w:rsidRDefault="007A4714" w:rsidP="00B45E9E">
      <w:r>
        <w:t>S p</w:t>
      </w:r>
      <w:r w:rsidR="00B45E9E">
        <w:t>ozdrav</w:t>
      </w:r>
      <w:r>
        <w:t>em</w:t>
      </w:r>
    </w:p>
    <w:p w:rsidR="00B45E9E" w:rsidRDefault="00B45E9E" w:rsidP="00B45E9E">
      <w:pPr>
        <w:pStyle w:val="Bezmezer"/>
      </w:pPr>
    </w:p>
    <w:p w:rsidR="00B45E9E" w:rsidRDefault="00B45E9E" w:rsidP="00B45E9E">
      <w:pPr>
        <w:pStyle w:val="Bezmezer"/>
      </w:pPr>
    </w:p>
    <w:p w:rsidR="00B45E9E" w:rsidRDefault="00B45E9E" w:rsidP="00B45E9E">
      <w:pPr>
        <w:pStyle w:val="Bezmezer"/>
      </w:pPr>
    </w:p>
    <w:p w:rsidR="00B45E9E" w:rsidRDefault="00B45E9E" w:rsidP="00B45E9E">
      <w:pPr>
        <w:pStyle w:val="Bezmezer"/>
      </w:pPr>
    </w:p>
    <w:p w:rsidR="00B45E9E" w:rsidRDefault="00B45E9E" w:rsidP="00B45E9E">
      <w:pPr>
        <w:pStyle w:val="Bezmezer"/>
      </w:pPr>
    </w:p>
    <w:p w:rsidR="007A4714" w:rsidRDefault="007A4714" w:rsidP="00B45E9E">
      <w:pPr>
        <w:pStyle w:val="Bezmezer"/>
      </w:pPr>
      <w:r>
        <w:t>Ing. Pavel Kolář</w:t>
      </w:r>
      <w:bookmarkStart w:id="1" w:name="_GoBack"/>
      <w:bookmarkEnd w:id="1"/>
    </w:p>
    <w:p w:rsidR="002D78D0" w:rsidRDefault="007A4714" w:rsidP="002D78D0">
      <w:pPr>
        <w:spacing w:after="0"/>
      </w:pPr>
      <w:r>
        <w:t>ředitel CDP Praha</w:t>
      </w:r>
    </w:p>
    <w:p w:rsidR="00B45E9E" w:rsidRPr="001416A3" w:rsidRDefault="002D78D0" w:rsidP="001416A3">
      <w:pPr>
        <w:spacing w:after="0"/>
        <w:rPr>
          <w:i/>
        </w:rPr>
      </w:pPr>
      <w:r>
        <w:rPr>
          <w:i/>
        </w:rPr>
        <w:t>podepsáno digitálně</w:t>
      </w:r>
    </w:p>
    <w:sectPr w:rsidR="00B45E9E" w:rsidRPr="001416A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53E" w:rsidRDefault="00E8553E" w:rsidP="00962258">
      <w:pPr>
        <w:spacing w:after="0" w:line="240" w:lineRule="auto"/>
      </w:pPr>
      <w:r>
        <w:separator/>
      </w:r>
    </w:p>
  </w:endnote>
  <w:endnote w:type="continuationSeparator" w:id="0">
    <w:p w:rsidR="00E8553E" w:rsidRDefault="00E855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15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02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02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286B27" w:rsidRDefault="00286B27" w:rsidP="00286B27">
          <w:pPr>
            <w:pStyle w:val="Zpat"/>
            <w:rPr>
              <w:b/>
            </w:rPr>
          </w:pPr>
          <w:r>
            <w:rPr>
              <w:b/>
            </w:rPr>
            <w:t>Centrální dispečerské pracoviště Praha</w:t>
          </w:r>
        </w:p>
        <w:p w:rsidR="00286B27" w:rsidRDefault="00286B27" w:rsidP="00286B27">
          <w:pPr>
            <w:pStyle w:val="Zpat"/>
            <w:rPr>
              <w:b/>
            </w:rPr>
          </w:pPr>
          <w:r>
            <w:rPr>
              <w:b/>
            </w:rPr>
            <w:t>V Trianglu 2474</w:t>
          </w:r>
        </w:p>
        <w:p w:rsidR="00F1715C" w:rsidRPr="00286B27" w:rsidRDefault="00286B27" w:rsidP="00286B27">
          <w:pPr>
            <w:pStyle w:val="Zpat"/>
            <w:rPr>
              <w:b/>
            </w:rPr>
          </w:pPr>
          <w:r>
            <w:rPr>
              <w:b/>
            </w:rPr>
            <w:t>180 00 Praha 9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53E" w:rsidRDefault="00E8553E" w:rsidP="00962258">
      <w:pPr>
        <w:spacing w:after="0" w:line="240" w:lineRule="auto"/>
      </w:pPr>
      <w:r>
        <w:separator/>
      </w:r>
    </w:p>
  </w:footnote>
  <w:footnote w:type="continuationSeparator" w:id="0">
    <w:p w:rsidR="00E8553E" w:rsidRDefault="00E855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59EAE6D" wp14:editId="259EAE6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63CB8CC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259EAE6F" wp14:editId="259EAE70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59EAE71" wp14:editId="259EAE7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FAB3D7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E617A"/>
    <w:multiLevelType w:val="hybridMultilevel"/>
    <w:tmpl w:val="12B4E8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538"/>
    <w:rsid w:val="00033432"/>
    <w:rsid w:val="000335CC"/>
    <w:rsid w:val="0007272A"/>
    <w:rsid w:val="00072C1E"/>
    <w:rsid w:val="000B7907"/>
    <w:rsid w:val="000C0429"/>
    <w:rsid w:val="000E4DEB"/>
    <w:rsid w:val="00114472"/>
    <w:rsid w:val="00141538"/>
    <w:rsid w:val="001416A3"/>
    <w:rsid w:val="00170EC5"/>
    <w:rsid w:val="001747C1"/>
    <w:rsid w:val="0018596A"/>
    <w:rsid w:val="001C4DA0"/>
    <w:rsid w:val="00200E64"/>
    <w:rsid w:val="00207DF5"/>
    <w:rsid w:val="0026785D"/>
    <w:rsid w:val="00286B27"/>
    <w:rsid w:val="002C225F"/>
    <w:rsid w:val="002C31BF"/>
    <w:rsid w:val="002C771F"/>
    <w:rsid w:val="002D78D0"/>
    <w:rsid w:val="002E0CD7"/>
    <w:rsid w:val="002F026B"/>
    <w:rsid w:val="003202D3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A7030"/>
    <w:rsid w:val="005B5EE9"/>
    <w:rsid w:val="0061068E"/>
    <w:rsid w:val="0061460C"/>
    <w:rsid w:val="00660AD3"/>
    <w:rsid w:val="0066273D"/>
    <w:rsid w:val="0066314E"/>
    <w:rsid w:val="00680B41"/>
    <w:rsid w:val="006A5570"/>
    <w:rsid w:val="006A689C"/>
    <w:rsid w:val="006B3D79"/>
    <w:rsid w:val="006D4097"/>
    <w:rsid w:val="006E0578"/>
    <w:rsid w:val="006E314D"/>
    <w:rsid w:val="007053D6"/>
    <w:rsid w:val="00710723"/>
    <w:rsid w:val="00723ED1"/>
    <w:rsid w:val="00743525"/>
    <w:rsid w:val="0076286B"/>
    <w:rsid w:val="00764595"/>
    <w:rsid w:val="00766846"/>
    <w:rsid w:val="00766A73"/>
    <w:rsid w:val="0077673A"/>
    <w:rsid w:val="007846E1"/>
    <w:rsid w:val="007A4714"/>
    <w:rsid w:val="007B570C"/>
    <w:rsid w:val="007E4A6E"/>
    <w:rsid w:val="007F56A7"/>
    <w:rsid w:val="00807DD0"/>
    <w:rsid w:val="00813F11"/>
    <w:rsid w:val="008A3568"/>
    <w:rsid w:val="008B139B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02743"/>
    <w:rsid w:val="00A0612E"/>
    <w:rsid w:val="00A44328"/>
    <w:rsid w:val="00A53154"/>
    <w:rsid w:val="00A6177B"/>
    <w:rsid w:val="00A66136"/>
    <w:rsid w:val="00AA4CBB"/>
    <w:rsid w:val="00AA65FA"/>
    <w:rsid w:val="00AA7351"/>
    <w:rsid w:val="00AD056F"/>
    <w:rsid w:val="00AD6731"/>
    <w:rsid w:val="00B147C5"/>
    <w:rsid w:val="00B15D0D"/>
    <w:rsid w:val="00B26FD6"/>
    <w:rsid w:val="00B40FB0"/>
    <w:rsid w:val="00B45E9E"/>
    <w:rsid w:val="00B55F9C"/>
    <w:rsid w:val="00B75EE1"/>
    <w:rsid w:val="00B77481"/>
    <w:rsid w:val="00B8518B"/>
    <w:rsid w:val="00B8765E"/>
    <w:rsid w:val="00BB3740"/>
    <w:rsid w:val="00BC0854"/>
    <w:rsid w:val="00BD16F9"/>
    <w:rsid w:val="00BD7E91"/>
    <w:rsid w:val="00BF374D"/>
    <w:rsid w:val="00C02D0A"/>
    <w:rsid w:val="00C03A6E"/>
    <w:rsid w:val="00C30759"/>
    <w:rsid w:val="00C4390F"/>
    <w:rsid w:val="00C44F6A"/>
    <w:rsid w:val="00C8207D"/>
    <w:rsid w:val="00CD043B"/>
    <w:rsid w:val="00CD1FC4"/>
    <w:rsid w:val="00CE371D"/>
    <w:rsid w:val="00CF3C20"/>
    <w:rsid w:val="00CF445C"/>
    <w:rsid w:val="00D02A4D"/>
    <w:rsid w:val="00D21061"/>
    <w:rsid w:val="00D316A7"/>
    <w:rsid w:val="00D40880"/>
    <w:rsid w:val="00D4108E"/>
    <w:rsid w:val="00D6163D"/>
    <w:rsid w:val="00D766AD"/>
    <w:rsid w:val="00D831A3"/>
    <w:rsid w:val="00D92833"/>
    <w:rsid w:val="00DA6FFE"/>
    <w:rsid w:val="00DB3A1C"/>
    <w:rsid w:val="00DC1994"/>
    <w:rsid w:val="00DC3110"/>
    <w:rsid w:val="00DC7721"/>
    <w:rsid w:val="00DD46F3"/>
    <w:rsid w:val="00DD58A6"/>
    <w:rsid w:val="00DE56F2"/>
    <w:rsid w:val="00DF116D"/>
    <w:rsid w:val="00E21B22"/>
    <w:rsid w:val="00E824F1"/>
    <w:rsid w:val="00E8553E"/>
    <w:rsid w:val="00E9727A"/>
    <w:rsid w:val="00EB104F"/>
    <w:rsid w:val="00ED14BD"/>
    <w:rsid w:val="00ED3947"/>
    <w:rsid w:val="00F01440"/>
    <w:rsid w:val="00F12DEC"/>
    <w:rsid w:val="00F15FB5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122A9"/>
  <w14:defaultImageDpi w14:val="32767"/>
  <w15:docId w15:val="{4F6CEFEB-BA11-49F5-8E1F-685E02A92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jkalp\Desktop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84054B7-594A-41D8-AED2-FFD3EE4F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46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Smejkal Petr</dc:creator>
  <cp:lastModifiedBy>Smejkal Petr</cp:lastModifiedBy>
  <cp:revision>16</cp:revision>
  <cp:lastPrinted>2018-07-31T10:21:00Z</cp:lastPrinted>
  <dcterms:created xsi:type="dcterms:W3CDTF">2020-08-03T08:42:00Z</dcterms:created>
  <dcterms:modified xsi:type="dcterms:W3CDTF">2020-08-04T09:52:00Z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